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31B" w:rsidRPr="00F92F0B" w:rsidRDefault="00E4231B" w:rsidP="00F92F0B">
      <w:pPr>
        <w:rPr>
          <w:rFonts w:ascii="Candara" w:hAnsi="Candara" w:cs="Candara"/>
          <w:sz w:val="24"/>
          <w:szCs w:val="24"/>
        </w:rPr>
      </w:pPr>
      <w:r w:rsidRPr="00F92F0B">
        <w:rPr>
          <w:rFonts w:ascii="Candara" w:hAnsi="Candara" w:cs="Candara"/>
          <w:sz w:val="24"/>
          <w:szCs w:val="24"/>
        </w:rPr>
        <w:t>Reflexión</w:t>
      </w:r>
    </w:p>
    <w:p w:rsidR="00E4231B" w:rsidRPr="00F92F0B" w:rsidRDefault="00E4231B" w:rsidP="00F92F0B">
      <w:pPr>
        <w:jc w:val="both"/>
        <w:rPr>
          <w:rFonts w:ascii="Candara" w:hAnsi="Candara" w:cs="Candara"/>
          <w:sz w:val="24"/>
          <w:szCs w:val="24"/>
        </w:rPr>
      </w:pPr>
      <w:r w:rsidRPr="00F92F0B">
        <w:rPr>
          <w:rFonts w:ascii="Candara" w:hAnsi="Candara" w:cs="Candara"/>
          <w:sz w:val="24"/>
          <w:szCs w:val="24"/>
        </w:rPr>
        <w:t>Cuidar y mantener en buen estado las obras de arte es muy importante porque gracias a ellas podemos dejar un legado a generaciones futuras ya que en ellas se representa parte de nuestra historia: la situación en las que estaban los lugares representados, también nos dan a conocer las vestimenta de las diferentes clases sociales, como eran las casas, las calles, costumbres, etc.</w:t>
      </w:r>
    </w:p>
    <w:p w:rsidR="00E4231B" w:rsidRPr="00F92F0B" w:rsidRDefault="00E4231B" w:rsidP="00F92F0B">
      <w:pPr>
        <w:jc w:val="both"/>
        <w:rPr>
          <w:rFonts w:ascii="Candara" w:hAnsi="Candara" w:cs="Candara"/>
          <w:sz w:val="24"/>
          <w:szCs w:val="24"/>
        </w:rPr>
      </w:pPr>
      <w:r w:rsidRPr="00F92F0B">
        <w:rPr>
          <w:rFonts w:ascii="Candara" w:hAnsi="Candara" w:cs="Candara"/>
          <w:sz w:val="24"/>
          <w:szCs w:val="24"/>
        </w:rPr>
        <w:t>Forman parte de nuestra historia y un pueblo sin historia es un pueblo sin memoria, sin conciencia de sí mismo y acaba desapareciendo.</w:t>
      </w:r>
    </w:p>
    <w:p w:rsidR="00E4231B" w:rsidRPr="00F92F0B" w:rsidRDefault="00E4231B" w:rsidP="00F92F0B">
      <w:pPr>
        <w:jc w:val="both"/>
        <w:rPr>
          <w:rFonts w:ascii="Candara" w:hAnsi="Candara" w:cs="Candara"/>
          <w:sz w:val="24"/>
          <w:szCs w:val="24"/>
        </w:rPr>
      </w:pPr>
      <w:r w:rsidRPr="00F92F0B">
        <w:rPr>
          <w:rFonts w:ascii="Candara" w:hAnsi="Candara" w:cs="Candara"/>
          <w:sz w:val="24"/>
          <w:szCs w:val="24"/>
        </w:rPr>
        <w:t>No sólo son importantes porque nos ayudan a conocer más sobre otras épocas, sino también porque nos han hecho conocer que el arte no es algo nuevo sino que perdura desde la antigüedad hasta nuestros días.</w:t>
      </w:r>
    </w:p>
    <w:p w:rsidR="00E4231B" w:rsidRPr="00F92F0B" w:rsidRDefault="00E4231B" w:rsidP="00F92F0B">
      <w:pPr>
        <w:jc w:val="both"/>
        <w:rPr>
          <w:rFonts w:ascii="Candara" w:hAnsi="Candara" w:cs="Candara"/>
          <w:sz w:val="24"/>
          <w:szCs w:val="24"/>
        </w:rPr>
      </w:pPr>
      <w:r w:rsidRPr="00F92F0B">
        <w:rPr>
          <w:rFonts w:ascii="Candara" w:hAnsi="Candara" w:cs="Candara"/>
          <w:sz w:val="24"/>
          <w:szCs w:val="24"/>
        </w:rPr>
        <w:t xml:space="preserve">Las obras de arte son un buen signo para conocer lo que el hombre ha evolucionado a través de los tiempos, y todas las obras tienen un significado que el propio autor les dio en su día o que nos podemos imaginar conociendo la situación del siglo o del lugar de dichas obras. </w:t>
      </w:r>
    </w:p>
    <w:p w:rsidR="00E4231B" w:rsidRPr="00F92F0B" w:rsidRDefault="00E4231B" w:rsidP="00F92F0B">
      <w:pPr>
        <w:jc w:val="both"/>
        <w:rPr>
          <w:rFonts w:ascii="Candara" w:hAnsi="Candara" w:cs="Candara"/>
          <w:sz w:val="24"/>
          <w:szCs w:val="24"/>
        </w:rPr>
      </w:pPr>
      <w:r w:rsidRPr="00F92F0B">
        <w:rPr>
          <w:rFonts w:ascii="Candara" w:hAnsi="Candara" w:cs="Candara"/>
          <w:sz w:val="24"/>
          <w:szCs w:val="24"/>
        </w:rPr>
        <w:t>Con esto quiero llegar a la conclusión de que tiene tanta importancia que las conservemos porque forman parte de la herencia recibida de generaciones anteriores y que debemos dejar en la mejor condición posible para las futuras.</w:t>
      </w:r>
    </w:p>
    <w:p w:rsidR="00E4231B" w:rsidRPr="00F92F0B" w:rsidRDefault="00E4231B" w:rsidP="00F92F0B">
      <w:pPr>
        <w:jc w:val="both"/>
        <w:rPr>
          <w:rFonts w:ascii="Candara" w:hAnsi="Candara" w:cs="Candara"/>
          <w:sz w:val="24"/>
          <w:szCs w:val="24"/>
        </w:rPr>
      </w:pPr>
      <w:r w:rsidRPr="00F92F0B">
        <w:rPr>
          <w:rFonts w:ascii="Candara" w:hAnsi="Candara" w:cs="Candara"/>
          <w:sz w:val="24"/>
          <w:szCs w:val="24"/>
        </w:rPr>
        <w:t>Son las señas de identidad un pueblo, de  una cultura en momento determinado; pero no sólo debemos respetar el arte nuestra cultura sino respetar además las obras de arte de otras culturas, de otras zonas del mundo porque el arte es universal y forma parte del patrimonio de la humanidad.</w:t>
      </w:r>
    </w:p>
    <w:p w:rsidR="00E4231B" w:rsidRPr="00F92F0B" w:rsidRDefault="00E4231B" w:rsidP="00F92F0B">
      <w:pPr>
        <w:jc w:val="both"/>
        <w:rPr>
          <w:rFonts w:ascii="Candara" w:hAnsi="Candara" w:cs="Candara"/>
          <w:sz w:val="24"/>
          <w:szCs w:val="24"/>
        </w:rPr>
      </w:pPr>
      <w:r w:rsidRPr="00F92F0B">
        <w:rPr>
          <w:rFonts w:ascii="Candara" w:hAnsi="Candara" w:cs="Candara"/>
          <w:sz w:val="24"/>
          <w:szCs w:val="24"/>
        </w:rPr>
        <w:t>Además, si conservamos las otras de arte actual como hemos hecho con las de siglos pasados, en los siguientes siglos podrán apreciar el arte del siglo XXI y conocer mucho más de nuestra historia.</w:t>
      </w:r>
    </w:p>
    <w:p w:rsidR="00E4231B" w:rsidRPr="00F92F0B" w:rsidRDefault="00E4231B" w:rsidP="00F92F0B">
      <w:pPr>
        <w:jc w:val="both"/>
        <w:rPr>
          <w:rFonts w:ascii="Candara" w:hAnsi="Candara" w:cs="Candara"/>
          <w:sz w:val="24"/>
          <w:szCs w:val="24"/>
        </w:rPr>
      </w:pPr>
    </w:p>
    <w:p w:rsidR="00E4231B" w:rsidRPr="00F92F0B" w:rsidRDefault="00E4231B" w:rsidP="00F92F0B">
      <w:pPr>
        <w:jc w:val="both"/>
        <w:rPr>
          <w:rFonts w:ascii="Candara" w:hAnsi="Candara" w:cs="Candara"/>
          <w:sz w:val="24"/>
          <w:szCs w:val="24"/>
        </w:rPr>
      </w:pPr>
    </w:p>
    <w:p w:rsidR="00E4231B" w:rsidRDefault="00E4231B" w:rsidP="00F92F0B">
      <w:pPr>
        <w:jc w:val="both"/>
        <w:rPr>
          <w:rFonts w:ascii="Candara" w:hAnsi="Candara" w:cs="Candara"/>
          <w:sz w:val="28"/>
          <w:szCs w:val="28"/>
        </w:rPr>
      </w:pPr>
      <w:r>
        <w:rPr>
          <w:rFonts w:ascii="Candara" w:hAnsi="Candara" w:cs="Candara"/>
          <w:sz w:val="28"/>
          <w:szCs w:val="28"/>
        </w:rPr>
        <w:t xml:space="preserve">                                                                                                  Rosa Mª López Funes</w:t>
      </w:r>
    </w:p>
    <w:p w:rsidR="00E4231B" w:rsidRPr="00F92F0B" w:rsidRDefault="00E4231B" w:rsidP="00F92F0B"/>
    <w:sectPr w:rsidR="00E4231B" w:rsidRPr="00F92F0B" w:rsidSect="003A3C00">
      <w:pgSz w:w="11906" w:h="16838"/>
      <w:pgMar w:top="899" w:right="1701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3C94"/>
    <w:rsid w:val="001748E4"/>
    <w:rsid w:val="003A3C00"/>
    <w:rsid w:val="00473C94"/>
    <w:rsid w:val="00487E5B"/>
    <w:rsid w:val="005328E4"/>
    <w:rsid w:val="00607545"/>
    <w:rsid w:val="007063C8"/>
    <w:rsid w:val="00A81BA8"/>
    <w:rsid w:val="00BB060A"/>
    <w:rsid w:val="00D3084E"/>
    <w:rsid w:val="00DC15EF"/>
    <w:rsid w:val="00E4231B"/>
    <w:rsid w:val="00F92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E5B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uiPriority w:val="99"/>
    <w:rsid w:val="007063C8"/>
  </w:style>
  <w:style w:type="character" w:styleId="Emphasis">
    <w:name w:val="Emphasis"/>
    <w:basedOn w:val="DefaultParagraphFont"/>
    <w:uiPriority w:val="99"/>
    <w:qFormat/>
    <w:rsid w:val="007063C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70</TotalTime>
  <Pages>1</Pages>
  <Words>283</Words>
  <Characters>1559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</dc:creator>
  <cp:keywords/>
  <dc:description/>
  <cp:lastModifiedBy>USUARIO</cp:lastModifiedBy>
  <cp:revision>5</cp:revision>
  <dcterms:created xsi:type="dcterms:W3CDTF">2011-02-28T15:22:00Z</dcterms:created>
  <dcterms:modified xsi:type="dcterms:W3CDTF">2011-03-01T21:43:00Z</dcterms:modified>
</cp:coreProperties>
</file>